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-109220</wp:posOffset>
                </wp:positionH>
                <wp:positionV relativeFrom="paragraph">
                  <wp:posOffset>252730</wp:posOffset>
                </wp:positionV>
                <wp:extent cx="5613400" cy="1752600"/>
                <wp:effectExtent l="0" t="0" r="25400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17526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6pt;margin-top:19.9pt;width:442pt;height:13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" filled="f" strokecolor="#76923c [2406]" strokeweight="1pt"/>
            </w:pict>
          </mc:Fallback>
        </mc:AlternateContent>
      </w:r>
      <w:r w:rsidR="00FA02EF">
        <w:rPr>
          <w:rFonts w:ascii="Arial" w:hAnsi="Arial" w:cs="Arial"/>
          <w:b/>
          <w:color w:val="76923C" w:themeColor="accent3" w:themeShade="BF"/>
          <w:sz w:val="28"/>
          <w:szCs w:val="28"/>
        </w:rPr>
        <w:t>ALPHABET TAMOUL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 w:rsidR="00FA02EF">
        <w:rPr>
          <w:rFonts w:ascii="Arial" w:hAnsi="Arial" w:cs="Arial"/>
        </w:rPr>
        <w:t xml:space="preserve"> </w:t>
      </w:r>
      <w:r w:rsidR="00FA02EF">
        <w:rPr>
          <w:rFonts w:ascii="Arial" w:hAnsi="Arial" w:cs="Arial"/>
        </w:rPr>
        <w:tab/>
        <w:t>1 à 4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FA02EF" w:rsidRDefault="00FA02EF" w:rsidP="00FA02EF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PDF "images animaux et nom</w:t>
      </w:r>
      <w:r w:rsidR="006E33AF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en tamoul"</w:t>
      </w:r>
    </w:p>
    <w:p w:rsidR="00FA02EF" w:rsidRDefault="00776881" w:rsidP="00FA02EF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PDF "alphabet tamoul</w:t>
      </w:r>
      <w:r w:rsidR="00FA02EF">
        <w:rPr>
          <w:rFonts w:ascii="Arial" w:hAnsi="Arial" w:cs="Arial"/>
        </w:rPr>
        <w:t>"</w:t>
      </w:r>
    </w:p>
    <w:p w:rsidR="00FA02EF" w:rsidRDefault="00FA02EF" w:rsidP="00FA02EF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FA02EF" w:rsidRDefault="00FA02EF" w:rsidP="00FA02EF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 chaises (autant de chaises que d'élèves + 1 pour l'adulte) </w:t>
      </w: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687DE3" w:rsidRPr="006E33AF" w:rsidRDefault="006E33AF" w:rsidP="006E33A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FA02EF" w:rsidRPr="00FA02EF" w:rsidRDefault="008C1EDC" w:rsidP="008C1EDC">
      <w:pPr>
        <w:ind w:left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Découvrir l'alphabet tamoul et </w:t>
      </w:r>
      <w:r w:rsidR="00FA02EF">
        <w:rPr>
          <w:rFonts w:ascii="Arial" w:hAnsi="Arial" w:cs="Arial"/>
          <w:b/>
        </w:rPr>
        <w:t xml:space="preserve">apprendre quelques noms d'animaux </w:t>
      </w:r>
      <w:r>
        <w:rPr>
          <w:rFonts w:ascii="Arial" w:hAnsi="Arial" w:cs="Arial"/>
          <w:b/>
        </w:rPr>
        <w:t>dans cette langue</w:t>
      </w:r>
      <w:r w:rsidR="00FA02EF">
        <w:rPr>
          <w:rFonts w:ascii="Arial" w:hAnsi="Arial" w:cs="Arial"/>
          <w:b/>
        </w:rPr>
        <w:t>.</w:t>
      </w:r>
    </w:p>
    <w:p w:rsidR="00925334" w:rsidRDefault="000E4464" w:rsidP="009E7660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9E7660" w:rsidRPr="009E7660" w:rsidRDefault="009E7660" w:rsidP="009E7660">
      <w:pPr>
        <w:pStyle w:val="Paragraphedeliste"/>
        <w:rPr>
          <w:rFonts w:ascii="Arial" w:hAnsi="Arial" w:cs="Arial"/>
          <w:b/>
          <w:color w:val="76923C" w:themeColor="accent3" w:themeShade="BF"/>
        </w:rPr>
      </w:pPr>
    </w:p>
    <w:p w:rsidR="00925334" w:rsidRDefault="00FA02EF" w:rsidP="00925334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FA02EF">
        <w:rPr>
          <w:rFonts w:ascii="Arial" w:hAnsi="Arial" w:cs="Arial"/>
          <w:b/>
        </w:rPr>
        <w:t xml:space="preserve">L'adulte qui anime le jeu présente les </w:t>
      </w:r>
      <w:r w:rsidR="009E7660">
        <w:rPr>
          <w:rFonts w:ascii="Arial" w:hAnsi="Arial" w:cs="Arial"/>
          <w:b/>
        </w:rPr>
        <w:t xml:space="preserve">noms des </w:t>
      </w:r>
      <w:r w:rsidRPr="00FA02EF">
        <w:rPr>
          <w:rFonts w:ascii="Arial" w:hAnsi="Arial" w:cs="Arial"/>
          <w:b/>
        </w:rPr>
        <w:t>différents animaux en tamoul</w:t>
      </w:r>
      <w:r w:rsidR="008C1EDC">
        <w:rPr>
          <w:rFonts w:ascii="Arial" w:hAnsi="Arial" w:cs="Arial"/>
          <w:b/>
        </w:rPr>
        <w:t xml:space="preserve"> </w:t>
      </w:r>
      <w:r w:rsidR="009E7660">
        <w:rPr>
          <w:rFonts w:ascii="Arial" w:hAnsi="Arial" w:cs="Arial"/>
          <w:b/>
        </w:rPr>
        <w:t>en association avec les</w:t>
      </w:r>
      <w:r w:rsidR="008C1EDC">
        <w:rPr>
          <w:rFonts w:ascii="Arial" w:hAnsi="Arial" w:cs="Arial"/>
          <w:b/>
        </w:rPr>
        <w:t xml:space="preserve"> images ainsi que </w:t>
      </w:r>
      <w:r w:rsidR="009E7660">
        <w:rPr>
          <w:rFonts w:ascii="Arial" w:hAnsi="Arial" w:cs="Arial"/>
          <w:b/>
        </w:rPr>
        <w:t xml:space="preserve">leur transcription en </w:t>
      </w:r>
      <w:r w:rsidR="006E2DD7">
        <w:rPr>
          <w:rFonts w:ascii="Arial" w:hAnsi="Arial" w:cs="Arial"/>
          <w:b/>
        </w:rPr>
        <w:t>alphabet tamoul et leur prononciation</w:t>
      </w:r>
      <w:r w:rsidRPr="00FA02EF">
        <w:rPr>
          <w:rFonts w:ascii="Arial" w:hAnsi="Arial" w:cs="Arial"/>
          <w:b/>
        </w:rPr>
        <w:t xml:space="preserve">. </w:t>
      </w:r>
    </w:p>
    <w:p w:rsidR="00925334" w:rsidRPr="00925334" w:rsidRDefault="00925334" w:rsidP="00925334">
      <w:pPr>
        <w:pStyle w:val="Paragraphedeliste"/>
        <w:rPr>
          <w:rFonts w:ascii="Arial" w:hAnsi="Arial" w:cs="Arial"/>
          <w:b/>
        </w:rPr>
      </w:pPr>
    </w:p>
    <w:p w:rsidR="006E2DD7" w:rsidRPr="00925334" w:rsidRDefault="009E7660" w:rsidP="00925334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Puis, à l'aide des lettres de </w:t>
      </w:r>
      <w:r w:rsidR="006E2DD7" w:rsidRPr="00925334">
        <w:rPr>
          <w:rFonts w:ascii="Arial" w:hAnsi="Arial" w:cs="Arial"/>
          <w:b/>
        </w:rPr>
        <w:t xml:space="preserve">l'alphabet tamoul, </w:t>
      </w:r>
      <w:r w:rsidR="00FA02EF" w:rsidRPr="00925334">
        <w:rPr>
          <w:rFonts w:ascii="Arial" w:hAnsi="Arial" w:cs="Arial"/>
          <w:b/>
        </w:rPr>
        <w:t>les</w:t>
      </w:r>
      <w:r w:rsidR="006E2DD7" w:rsidRPr="00925334">
        <w:rPr>
          <w:rFonts w:ascii="Arial" w:hAnsi="Arial" w:cs="Arial"/>
          <w:b/>
        </w:rPr>
        <w:t xml:space="preserve"> élèves </w:t>
      </w:r>
      <w:r w:rsidR="00FA02EF" w:rsidRPr="00925334">
        <w:rPr>
          <w:rFonts w:ascii="Arial" w:hAnsi="Arial" w:cs="Arial"/>
          <w:b/>
        </w:rPr>
        <w:t>tentent d'écrire le nom des animaux</w:t>
      </w:r>
      <w:r w:rsidR="006E2DD7" w:rsidRPr="00925334">
        <w:rPr>
          <w:rFonts w:ascii="Arial" w:hAnsi="Arial" w:cs="Arial"/>
          <w:b/>
        </w:rPr>
        <w:t xml:space="preserve"> en utilisant les petites lettres </w:t>
      </w:r>
      <w:bookmarkStart w:id="0" w:name="_GoBack"/>
      <w:bookmarkEnd w:id="0"/>
      <w:r w:rsidR="006E2DD7" w:rsidRPr="00925334">
        <w:rPr>
          <w:rFonts w:ascii="Arial" w:hAnsi="Arial" w:cs="Arial"/>
          <w:b/>
        </w:rPr>
        <w:t>découpées</w:t>
      </w:r>
      <w:r w:rsidR="00FA02EF" w:rsidRPr="00925334">
        <w:rPr>
          <w:rFonts w:ascii="Arial" w:hAnsi="Arial" w:cs="Arial"/>
          <w:b/>
        </w:rPr>
        <w:t xml:space="preserve">. </w:t>
      </w:r>
    </w:p>
    <w:p w:rsidR="00925334" w:rsidRDefault="00925334" w:rsidP="00925334">
      <w:pPr>
        <w:pStyle w:val="Paragraphedeliste"/>
        <w:jc w:val="both"/>
        <w:rPr>
          <w:rFonts w:ascii="Arial" w:hAnsi="Arial" w:cs="Arial"/>
          <w:b/>
        </w:rPr>
      </w:pPr>
    </w:p>
    <w:p w:rsidR="00FA02EF" w:rsidRPr="00FA02EF" w:rsidRDefault="00FA02EF" w:rsidP="00FA02EF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Une fois que les élèves </w:t>
      </w:r>
      <w:r w:rsidR="008C1EDC">
        <w:rPr>
          <w:rFonts w:ascii="Arial" w:hAnsi="Arial" w:cs="Arial"/>
          <w:b/>
        </w:rPr>
        <w:t>ont réussi</w:t>
      </w:r>
      <w:r>
        <w:rPr>
          <w:rFonts w:ascii="Arial" w:hAnsi="Arial" w:cs="Arial"/>
          <w:b/>
        </w:rPr>
        <w:t xml:space="preserve"> à reproduire le nom d'un animal avec l'alphabet tamoul, les élèves s'échangent les images</w:t>
      </w:r>
      <w:r w:rsidR="008C1EDC">
        <w:rPr>
          <w:rFonts w:ascii="Arial" w:hAnsi="Arial" w:cs="Arial"/>
          <w:b/>
        </w:rPr>
        <w:t xml:space="preserve"> et recommencent avec un nouvel animal</w:t>
      </w:r>
      <w:r>
        <w:rPr>
          <w:rFonts w:ascii="Arial" w:hAnsi="Arial" w:cs="Arial"/>
          <w:b/>
        </w:rPr>
        <w:t xml:space="preserve">. Et ainsi de suite. </w:t>
      </w:r>
    </w:p>
    <w:sectPr w:rsidR="00FA02EF" w:rsidRPr="00FA02EF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21" w:rsidRDefault="007D5C21" w:rsidP="00687DE3">
      <w:pPr>
        <w:spacing w:after="0" w:line="240" w:lineRule="auto"/>
      </w:pPr>
      <w:r>
        <w:separator/>
      </w:r>
    </w:p>
  </w:endnote>
  <w:end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21" w:rsidRDefault="007D5C21" w:rsidP="00687DE3">
      <w:pPr>
        <w:spacing w:after="0" w:line="240" w:lineRule="auto"/>
      </w:pPr>
      <w:r>
        <w:separator/>
      </w:r>
    </w:p>
  </w:footnote>
  <w:foot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E4464"/>
    <w:rsid w:val="00177EC9"/>
    <w:rsid w:val="001A4A00"/>
    <w:rsid w:val="003F707B"/>
    <w:rsid w:val="004163C9"/>
    <w:rsid w:val="004A3EDD"/>
    <w:rsid w:val="004B3F3D"/>
    <w:rsid w:val="00507F03"/>
    <w:rsid w:val="00687DE3"/>
    <w:rsid w:val="006E2DD7"/>
    <w:rsid w:val="006E33AF"/>
    <w:rsid w:val="00776881"/>
    <w:rsid w:val="007D5C21"/>
    <w:rsid w:val="00837771"/>
    <w:rsid w:val="008C1EDC"/>
    <w:rsid w:val="00925334"/>
    <w:rsid w:val="009E7660"/>
    <w:rsid w:val="00B431DF"/>
    <w:rsid w:val="00C113DD"/>
    <w:rsid w:val="00C45E62"/>
    <w:rsid w:val="00D61C79"/>
    <w:rsid w:val="00DF5E50"/>
    <w:rsid w:val="00FA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BC5DA04A.dotm</Template>
  <TotalTime>20</TotalTime>
  <Pages>1</Pages>
  <Words>128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Wüest Larissa (DCS)</cp:lastModifiedBy>
  <cp:revision>12</cp:revision>
  <dcterms:created xsi:type="dcterms:W3CDTF">2019-05-16T15:22:00Z</dcterms:created>
  <dcterms:modified xsi:type="dcterms:W3CDTF">2019-08-22T13:05:00Z</dcterms:modified>
</cp:coreProperties>
</file>